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15C2CE7-ED69-4ADB-922A-86783A05D155}"/>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